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938C4E1-7B65-4E61-B8E8-9EE8F1117AD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